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A8AEE3D7ACD3473D9F7328A7CE40DA52"/>
        </w:placeholder>
        <w:text/>
      </w:sdtPr>
      <w:sdtContent>
        <w:p w:rsidR="00CF0EF4" w:rsidRDefault="00BD1F53" w:rsidP="00CF0EF4">
          <w:pPr>
            <w:pStyle w:val="Tituldatum"/>
          </w:pPr>
          <w:r w:rsidRPr="00BD1F53">
            <w:rPr>
              <w:rStyle w:val="Nzevakce"/>
            </w:rPr>
            <w:t>Doplnění závor na železničních přejezdech v km 50,315 (P3863) a 50,530 (P3864) trati Jihlava - Brno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BD1F53" w:rsidRPr="00BD1F53">
        <w:t>9</w:t>
      </w:r>
      <w:r w:rsidRPr="00BD1F53">
        <w:t xml:space="preserve">. </w:t>
      </w:r>
      <w:r w:rsidR="00BD1F53" w:rsidRPr="00BD1F53">
        <w:t>2</w:t>
      </w:r>
      <w:r w:rsidRPr="00BD1F53">
        <w:t>. 20</w:t>
      </w:r>
      <w:r w:rsidR="00A616BE" w:rsidRPr="00BD1F53">
        <w:t>2</w:t>
      </w:r>
      <w:r w:rsidR="00BD1F53" w:rsidRPr="00BD1F53">
        <w:t>3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bookmarkStart w:id="0" w:name="_GoBack"/>
    <w:bookmarkEnd w:id="0"/>
    <w:p w:rsidR="00BD1019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6821914" w:history="1">
        <w:r w:rsidR="00BD1019" w:rsidRPr="002611BE">
          <w:rPr>
            <w:rStyle w:val="Hypertextovodkaz"/>
          </w:rPr>
          <w:t>SEZNAM ZKRATEK</w:t>
        </w:r>
        <w:r w:rsidR="00BD1019">
          <w:rPr>
            <w:noProof/>
            <w:webHidden/>
          </w:rPr>
          <w:tab/>
        </w:r>
        <w:r w:rsidR="00BD1019">
          <w:rPr>
            <w:noProof/>
            <w:webHidden/>
          </w:rPr>
          <w:fldChar w:fldCharType="begin"/>
        </w:r>
        <w:r w:rsidR="00BD1019">
          <w:rPr>
            <w:noProof/>
            <w:webHidden/>
          </w:rPr>
          <w:instrText xml:space="preserve"> PAGEREF _Toc126821914 \h </w:instrText>
        </w:r>
        <w:r w:rsidR="00BD1019">
          <w:rPr>
            <w:noProof/>
            <w:webHidden/>
          </w:rPr>
        </w:r>
        <w:r w:rsidR="00BD1019">
          <w:rPr>
            <w:noProof/>
            <w:webHidden/>
          </w:rPr>
          <w:fldChar w:fldCharType="separate"/>
        </w:r>
        <w:r w:rsidR="00BD1019">
          <w:rPr>
            <w:noProof/>
            <w:webHidden/>
          </w:rPr>
          <w:t>2</w:t>
        </w:r>
        <w:r w:rsidR="00BD1019">
          <w:rPr>
            <w:noProof/>
            <w:webHidden/>
          </w:rPr>
          <w:fldChar w:fldCharType="end"/>
        </w:r>
      </w:hyperlink>
    </w:p>
    <w:p w:rsidR="00BD1019" w:rsidRDefault="00BD101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821915" w:history="1">
        <w:r w:rsidRPr="002611BE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2611BE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_Toc126821915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D1019" w:rsidRDefault="00BD101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821916" w:history="1">
        <w:r w:rsidRPr="002611BE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611BE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_Toc126821916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D1019" w:rsidRDefault="00BD101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821917" w:history="1">
        <w:r w:rsidRPr="002611BE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611BE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_Toc126821917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D1019" w:rsidRDefault="00BD101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821918" w:history="1">
        <w:r w:rsidRPr="002611BE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611BE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_Toc126821918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D1019" w:rsidRDefault="00BD101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821919" w:history="1">
        <w:r w:rsidRPr="002611BE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2611BE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_Toc126821919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D1019" w:rsidRDefault="00BD101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821920" w:history="1">
        <w:r w:rsidRPr="002611BE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2611BE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_Toc126821920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D1019" w:rsidRDefault="00BD101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821921" w:history="1">
        <w:r w:rsidRPr="002611BE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2611BE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_Toc126821921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126821914"/>
      <w:r>
        <w:t>SEZNAM ZKRATEK</w:t>
      </w:r>
      <w:bookmarkEnd w:id="1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389559699"/>
      <w:bookmarkStart w:id="3" w:name="_Toc397429847"/>
      <w:bookmarkStart w:id="4" w:name="_Ref433028040"/>
      <w:bookmarkStart w:id="5" w:name="_Toc1048197"/>
      <w:bookmarkStart w:id="6" w:name="_Toc126821915"/>
      <w:r>
        <w:lastRenderedPageBreak/>
        <w:t xml:space="preserve">POJMY A </w:t>
      </w:r>
      <w:r w:rsidRPr="005E07BA">
        <w:t>DEFINICE</w:t>
      </w:r>
      <w:bookmarkEnd w:id="6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126821916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8" w:name="_Toc126821917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9" w:name="_Toc126821918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126821919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</w:t>
      </w:r>
      <w:r w:rsidRPr="00BD1F53">
        <w:t xml:space="preserve">v jednotlivých položkách Soupisu prací lišit z důvodu přesného zaměření nebo na základě rozhodnutí </w:t>
      </w:r>
      <w:r w:rsidR="000B48A8" w:rsidRPr="00BD1F53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proofErr w:type="gram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proofErr w:type="gramEnd"/>
      <w:r>
        <w:t xml:space="preserve"> (struktura dat dle datového </w:t>
      </w:r>
      <w:r w:rsidRPr="00BD1F53">
        <w:t>předpisu XC4).</w:t>
      </w:r>
    </w:p>
    <w:p w:rsidR="005E07BA" w:rsidRDefault="005E07BA" w:rsidP="005E07BA">
      <w:pPr>
        <w:pStyle w:val="Nadpis2-1"/>
      </w:pPr>
      <w:bookmarkStart w:id="11" w:name="_Toc126821920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126821921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682CD1">
        <w:t xml:space="preserve">přijat </w:t>
      </w:r>
      <w:r w:rsidR="00906F80" w:rsidRPr="00682CD1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092" w:rsidRDefault="00E57092" w:rsidP="00962258">
      <w:pPr>
        <w:spacing w:after="0" w:line="240" w:lineRule="auto"/>
      </w:pPr>
      <w:r>
        <w:separator/>
      </w:r>
    </w:p>
  </w:endnote>
  <w:endnote w:type="continuationSeparator" w:id="0">
    <w:p w:rsidR="00E57092" w:rsidRDefault="00E5709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D101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D101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E57092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BD1019" w:rsidRPr="00BD1019">
            <w:rPr>
              <w:b/>
              <w:bCs/>
              <w:noProof/>
            </w:rPr>
            <w:t>Doplnění závor</w:t>
          </w:r>
          <w:r w:rsidR="00BD1019">
            <w:rPr>
              <w:noProof/>
            </w:rPr>
            <w:t xml:space="preserve"> na železničních přejezdech v km 50,315 (P3863) a 50,530 (P3864) trati Jihlava - Brno</w:t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E57092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BD1019" w:rsidRPr="00BD1019">
            <w:rPr>
              <w:b/>
              <w:bCs/>
              <w:noProof/>
            </w:rPr>
            <w:t>Doplnění závor</w:t>
          </w:r>
          <w:r w:rsidR="00BD1019">
            <w:rPr>
              <w:noProof/>
            </w:rPr>
            <w:t xml:space="preserve"> na železničních přejezdech v km 50,315 (P3863) a 50,530 (P3864) trati Jihlava - Brno</w:t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D1019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D101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092" w:rsidRDefault="00E57092" w:rsidP="00962258">
      <w:pPr>
        <w:spacing w:after="0" w:line="240" w:lineRule="auto"/>
      </w:pPr>
      <w:r>
        <w:separator/>
      </w:r>
    </w:p>
  </w:footnote>
  <w:footnote w:type="continuationSeparator" w:id="0">
    <w:p w:rsidR="00E57092" w:rsidRDefault="00E5709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F53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82CD1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1019"/>
    <w:rsid w:val="00BD1F53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57092"/>
    <w:rsid w:val="00E618C4"/>
    <w:rsid w:val="00E7218A"/>
    <w:rsid w:val="00E74337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079507"/>
  <w14:defaultImageDpi w14:val="32767"/>
  <w15:docId w15:val="{984AB324-0DED-4EE1-8698-229A8B091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%20-%20SZ\Plocha\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8AEE3D7ACD3473D9F7328A7CE40D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A2CF2F-5F38-40F5-B653-12F5E932F5E8}"/>
      </w:docPartPr>
      <w:docPartBody>
        <w:p w:rsidR="00000000" w:rsidRDefault="00262B59">
          <w:pPr>
            <w:pStyle w:val="A8AEE3D7ACD3473D9F7328A7CE40DA52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B59"/>
    <w:rsid w:val="0026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8AEE3D7ACD3473D9F7328A7CE40DA52">
    <w:name w:val="A8AEE3D7ACD3473D9F7328A7CE40DA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607F411-D1C7-400E-A773-FA4CDE7DC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KSP_R(R-F)_VZOR_220627</Template>
  <TotalTime>12</TotalTime>
  <Pages>6</Pages>
  <Words>1902</Words>
  <Characters>11222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Bureš Jakub, Ing.</dc:creator>
  <cp:lastModifiedBy>Bureš Jakub, Ing.</cp:lastModifiedBy>
  <cp:revision>3</cp:revision>
  <cp:lastPrinted>2019-03-13T10:28:00Z</cp:lastPrinted>
  <dcterms:created xsi:type="dcterms:W3CDTF">2023-02-09T06:46:00Z</dcterms:created>
  <dcterms:modified xsi:type="dcterms:W3CDTF">2023-02-09T06:58:00Z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